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6BF688" w14:textId="77777777" w:rsidR="000719BB" w:rsidRDefault="000719BB" w:rsidP="006C2343">
      <w:pPr>
        <w:pStyle w:val="Titul2"/>
      </w:pPr>
    </w:p>
    <w:p w14:paraId="7CDD87B5" w14:textId="77777777" w:rsidR="00826B7B" w:rsidRDefault="00826B7B" w:rsidP="006C2343">
      <w:pPr>
        <w:pStyle w:val="Titul2"/>
      </w:pPr>
    </w:p>
    <w:p w14:paraId="59AC35D2" w14:textId="77777777" w:rsidR="00DA1C67" w:rsidRDefault="00DA1C67" w:rsidP="006C2343">
      <w:pPr>
        <w:pStyle w:val="Titul2"/>
      </w:pPr>
    </w:p>
    <w:p w14:paraId="3E9997ED" w14:textId="77777777" w:rsidR="003254A3" w:rsidRPr="000719BB" w:rsidRDefault="00BD76C3" w:rsidP="006C2343">
      <w:pPr>
        <w:pStyle w:val="Titul2"/>
      </w:pPr>
      <w:r>
        <w:t>Příloha č. 2 c)</w:t>
      </w:r>
    </w:p>
    <w:p w14:paraId="25662263" w14:textId="77777777" w:rsidR="003254A3" w:rsidRDefault="003254A3" w:rsidP="00AD0C7B">
      <w:pPr>
        <w:pStyle w:val="Titul2"/>
      </w:pPr>
    </w:p>
    <w:p w14:paraId="5A41E7C9" w14:textId="77777777" w:rsidR="00AD0C7B" w:rsidRDefault="00BD76C3" w:rsidP="006C2343">
      <w:pPr>
        <w:pStyle w:val="Titul1"/>
      </w:pPr>
      <w:r>
        <w:t>Zvláštní</w:t>
      </w:r>
      <w:r w:rsidR="00AD0C7B">
        <w:t xml:space="preserve"> technické podmínky</w:t>
      </w:r>
    </w:p>
    <w:p w14:paraId="2D65F039" w14:textId="77777777" w:rsidR="00AD0C7B" w:rsidRDefault="00AD0C7B" w:rsidP="00EB46E5">
      <w:pPr>
        <w:pStyle w:val="Titul2"/>
      </w:pPr>
    </w:p>
    <w:p w14:paraId="3ABD8B41" w14:textId="77777777" w:rsidR="00EB46E5" w:rsidRPr="00BF54FE" w:rsidRDefault="00EB46E5" w:rsidP="00BF54FE">
      <w:pPr>
        <w:pStyle w:val="Titul2"/>
      </w:pPr>
      <w:r w:rsidRPr="00BF54FE">
        <w:t>Zh</w:t>
      </w:r>
      <w:r w:rsidRPr="00BF54FE">
        <w:rPr>
          <w:rStyle w:val="Nzevakce"/>
          <w:b/>
        </w:rPr>
        <w:t>otov</w:t>
      </w:r>
      <w:r w:rsidRPr="00BF54FE">
        <w:t>en</w:t>
      </w:r>
      <w:r w:rsidR="00232000" w:rsidRPr="00BF54FE">
        <w:t xml:space="preserve">í stavby </w:t>
      </w:r>
    </w:p>
    <w:p w14:paraId="14942092" w14:textId="77777777" w:rsidR="002007BA" w:rsidRDefault="002007BA" w:rsidP="006C2343">
      <w:pPr>
        <w:pStyle w:val="Tituldatum"/>
      </w:pPr>
    </w:p>
    <w:sdt>
      <w:sdtPr>
        <w:rPr>
          <w:rStyle w:val="Nzevakce"/>
        </w:rPr>
        <w:alias w:val="Název akce - Vypsat pole, přenese se do zápatí"/>
        <w:tag w:val="Název akce"/>
        <w:id w:val="1889687308"/>
        <w:placeholder>
          <w:docPart w:val="9F168D99D70348F3B30834E7B51E803A"/>
        </w:placeholder>
        <w:text w:multiLine="1"/>
      </w:sdtPr>
      <w:sdtEndPr>
        <w:rPr>
          <w:rStyle w:val="Standardnpsmoodstavce"/>
          <w:b w:val="0"/>
          <w:sz w:val="24"/>
        </w:rPr>
      </w:sdtEndPr>
      <w:sdtContent>
        <w:p w14:paraId="11B2405B" w14:textId="49C0760F" w:rsidR="00BF54FE" w:rsidRPr="00ED5E40" w:rsidRDefault="009B0806" w:rsidP="006C2343">
          <w:pPr>
            <w:pStyle w:val="Tituldatum"/>
          </w:pPr>
          <w:r>
            <w:rPr>
              <w:rStyle w:val="Nzevakce"/>
            </w:rPr>
            <w:t>Jaroměř ON – rekonstrukce (kanalizace, plyn)</w:t>
          </w:r>
        </w:p>
      </w:sdtContent>
    </w:sdt>
    <w:p w14:paraId="7E5BA930" w14:textId="77777777" w:rsidR="00BF54FE" w:rsidRDefault="00BF54FE" w:rsidP="006C2343">
      <w:pPr>
        <w:pStyle w:val="Tituldatum"/>
      </w:pPr>
    </w:p>
    <w:p w14:paraId="1D76973E" w14:textId="77777777" w:rsidR="009226C1" w:rsidRDefault="009226C1" w:rsidP="006C2343">
      <w:pPr>
        <w:pStyle w:val="Tituldatum"/>
      </w:pPr>
    </w:p>
    <w:p w14:paraId="6994E24A" w14:textId="77777777" w:rsidR="00DA1C67" w:rsidRDefault="00DA1C67" w:rsidP="006C2343">
      <w:pPr>
        <w:pStyle w:val="Tituldatum"/>
      </w:pPr>
    </w:p>
    <w:p w14:paraId="0FBA16A4" w14:textId="77777777" w:rsidR="00DA1C67" w:rsidRDefault="00DA1C67" w:rsidP="006C2343">
      <w:pPr>
        <w:pStyle w:val="Tituldatum"/>
      </w:pPr>
    </w:p>
    <w:p w14:paraId="71033850" w14:textId="77777777" w:rsidR="003B111D" w:rsidRDefault="003B111D" w:rsidP="006C2343">
      <w:pPr>
        <w:pStyle w:val="Tituldatum"/>
      </w:pPr>
    </w:p>
    <w:p w14:paraId="239451BF" w14:textId="65DEA5C5" w:rsidR="00826B7B" w:rsidRDefault="006C2343" w:rsidP="00ED5E40">
      <w:pPr>
        <w:pStyle w:val="Tituldatum"/>
      </w:pPr>
      <w:r w:rsidRPr="006C2343">
        <w:t xml:space="preserve">Datum vydání: </w:t>
      </w:r>
      <w:r w:rsidRPr="006C2343">
        <w:tab/>
      </w:r>
      <w:r w:rsidR="009B0806">
        <w:t>1</w:t>
      </w:r>
      <w:r w:rsidR="00B1306D">
        <w:t>9</w:t>
      </w:r>
      <w:r w:rsidR="009B0806">
        <w:t>. 8</w:t>
      </w:r>
      <w:r w:rsidR="00693EE2">
        <w:t>. 2020</w:t>
      </w:r>
      <w:r w:rsidR="0076790E">
        <w:t xml:space="preserve"> </w:t>
      </w:r>
      <w:r w:rsidR="00826B7B">
        <w:br w:type="page"/>
      </w:r>
    </w:p>
    <w:p w14:paraId="0C10C975" w14:textId="77777777" w:rsidR="00ED5E40" w:rsidRPr="00946B93" w:rsidRDefault="00ED5E40" w:rsidP="00ED5E40">
      <w:pPr>
        <w:pStyle w:val="TPNADPIS-1slovan"/>
        <w:tabs>
          <w:tab w:val="num" w:pos="340"/>
        </w:tabs>
        <w:jc w:val="left"/>
        <w:rPr>
          <w:rFonts w:asciiTheme="minorHAnsi" w:hAnsiTheme="minorHAnsi"/>
          <w:sz w:val="18"/>
          <w:szCs w:val="18"/>
        </w:rPr>
      </w:pPr>
      <w:bookmarkStart w:id="0" w:name="_Toc422231086"/>
      <w:bookmarkStart w:id="1" w:name="_Toc34909590"/>
      <w:bookmarkStart w:id="2" w:name="_Toc397349568"/>
      <w:r w:rsidRPr="00946B93">
        <w:rPr>
          <w:rFonts w:asciiTheme="minorHAnsi" w:hAnsiTheme="minorHAnsi"/>
          <w:sz w:val="18"/>
          <w:szCs w:val="18"/>
        </w:rPr>
        <w:lastRenderedPageBreak/>
        <w:t>Doklady předkládané Zhotovitelem</w:t>
      </w:r>
      <w:bookmarkEnd w:id="0"/>
      <w:bookmarkEnd w:id="1"/>
      <w:r w:rsidRPr="00946B93">
        <w:rPr>
          <w:rFonts w:asciiTheme="minorHAnsi" w:hAnsiTheme="minorHAnsi"/>
          <w:sz w:val="18"/>
          <w:szCs w:val="18"/>
        </w:rPr>
        <w:t xml:space="preserve"> </w:t>
      </w:r>
      <w:bookmarkEnd w:id="2"/>
    </w:p>
    <w:p w14:paraId="7B0D4266" w14:textId="77777777" w:rsidR="00ED5E40" w:rsidRPr="00946B93" w:rsidRDefault="00ED5E40" w:rsidP="00ED5E40">
      <w:pPr>
        <w:pStyle w:val="TPText-1odrka"/>
        <w:numPr>
          <w:ilvl w:val="0"/>
          <w:numId w:val="0"/>
        </w:numPr>
        <w:ind w:left="1378"/>
        <w:jc w:val="left"/>
        <w:rPr>
          <w:rFonts w:asciiTheme="minorHAnsi" w:hAnsiTheme="minorHAnsi"/>
          <w:sz w:val="18"/>
          <w:szCs w:val="18"/>
        </w:rPr>
      </w:pPr>
    </w:p>
    <w:p w14:paraId="46B94C66" w14:textId="77777777" w:rsidR="00ED5E40" w:rsidRPr="0065616C" w:rsidRDefault="00ED5E40" w:rsidP="00ED5E40">
      <w:pPr>
        <w:pStyle w:val="TPText-1slovan"/>
        <w:numPr>
          <w:ilvl w:val="0"/>
          <w:numId w:val="0"/>
        </w:numPr>
        <w:rPr>
          <w:rFonts w:asciiTheme="minorHAnsi" w:eastAsiaTheme="minorHAnsi" w:hAnsiTheme="minorHAnsi" w:cs="Calibri"/>
          <w:sz w:val="18"/>
          <w:szCs w:val="18"/>
        </w:rPr>
      </w:pPr>
      <w:r w:rsidRPr="0065616C">
        <w:rPr>
          <w:rFonts w:asciiTheme="minorHAnsi" w:eastAsiaTheme="minorHAnsi" w:hAnsiTheme="minorHAnsi" w:cs="Calibri"/>
          <w:sz w:val="18"/>
          <w:szCs w:val="18"/>
        </w:rPr>
        <w:t>Zhotovitel doloží mimo jiné před zahájením prací na železniční dopravní cestě prosté kopie dokladů:</w:t>
      </w:r>
    </w:p>
    <w:p w14:paraId="4DB4BCF2" w14:textId="77777777" w:rsidR="00ED5E40" w:rsidRPr="0065616C" w:rsidRDefault="00ED5E40" w:rsidP="00ED5E40">
      <w:pPr>
        <w:pStyle w:val="TPText-1neslovan"/>
        <w:ind w:left="0"/>
        <w:rPr>
          <w:rFonts w:asciiTheme="minorHAnsi" w:eastAsiaTheme="minorHAnsi" w:hAnsiTheme="minorHAnsi" w:cs="Calibri"/>
          <w:sz w:val="18"/>
          <w:szCs w:val="18"/>
        </w:rPr>
      </w:pPr>
      <w:r w:rsidRPr="0065616C">
        <w:rPr>
          <w:rFonts w:asciiTheme="minorHAnsi" w:eastAsiaTheme="minorHAnsi" w:hAnsiTheme="minorHAnsi" w:cs="Calibri"/>
          <w:sz w:val="18"/>
          <w:szCs w:val="18"/>
        </w:rPr>
        <w:t>O kvalifikaci zhotovitelů dle Předpisu o odborné způsobilosti a znalosti osob při provozování dráhy a drážní dopravy SŽDC Zam 1 v platném znění:</w:t>
      </w:r>
    </w:p>
    <w:p w14:paraId="7C61BE84" w14:textId="0E1F33C3" w:rsidR="00ED5E40" w:rsidRPr="0065616C" w:rsidRDefault="00693EE2" w:rsidP="00ED5E40">
      <w:pPr>
        <w:pStyle w:val="Odstavecseseznamem"/>
        <w:numPr>
          <w:ilvl w:val="0"/>
          <w:numId w:val="17"/>
        </w:numPr>
        <w:spacing w:after="0" w:line="240" w:lineRule="auto"/>
        <w:jc w:val="both"/>
        <w:rPr>
          <w:rFonts w:cs="Calibri"/>
        </w:rPr>
      </w:pPr>
      <w:r>
        <w:rPr>
          <w:rFonts w:cs="Calibri"/>
        </w:rPr>
        <w:t>B-02 - vedoucí prací na budovách v blízkosti koleje a mezi nimi;</w:t>
      </w:r>
    </w:p>
    <w:p w14:paraId="647C6B35" w14:textId="77777777" w:rsidR="00ED5E40" w:rsidRPr="0065616C" w:rsidRDefault="00ED5E40" w:rsidP="00ED5E40">
      <w:pPr>
        <w:pStyle w:val="Odstavecseseznamem"/>
        <w:numPr>
          <w:ilvl w:val="0"/>
          <w:numId w:val="17"/>
        </w:numPr>
        <w:spacing w:after="0" w:line="240" w:lineRule="auto"/>
        <w:jc w:val="both"/>
        <w:rPr>
          <w:rFonts w:cs="Calibri"/>
        </w:rPr>
      </w:pPr>
      <w:r w:rsidRPr="0065616C">
        <w:rPr>
          <w:rFonts w:cs="Calibri"/>
        </w:rPr>
        <w:t>G-01 - vedoucí prací geodetických činností;</w:t>
      </w:r>
    </w:p>
    <w:p w14:paraId="1429CF2F" w14:textId="77777777" w:rsidR="00ED5E40" w:rsidRDefault="00ED5E40" w:rsidP="00ED5E40">
      <w:pPr>
        <w:pStyle w:val="Odstavecseseznamem"/>
        <w:numPr>
          <w:ilvl w:val="0"/>
          <w:numId w:val="17"/>
        </w:numPr>
        <w:autoSpaceDE w:val="0"/>
        <w:autoSpaceDN w:val="0"/>
        <w:spacing w:after="0"/>
        <w:jc w:val="both"/>
        <w:rPr>
          <w:rFonts w:cs="Calibri"/>
        </w:rPr>
      </w:pPr>
      <w:r w:rsidRPr="0065616C">
        <w:rPr>
          <w:rFonts w:cs="Calibri"/>
        </w:rPr>
        <w:t>TZE - osoba odborně způsobilá k provádění revizí, prohlídek a zkoušek UTZ.</w:t>
      </w:r>
    </w:p>
    <w:p w14:paraId="22FE0C60" w14:textId="77777777" w:rsidR="00ED5E40" w:rsidRDefault="00ED5E40" w:rsidP="00ED5E40">
      <w:pPr>
        <w:autoSpaceDE w:val="0"/>
        <w:autoSpaceDN w:val="0"/>
        <w:spacing w:after="0"/>
        <w:jc w:val="both"/>
      </w:pPr>
    </w:p>
    <w:p w14:paraId="072D919A" w14:textId="77777777" w:rsidR="00ED5E40" w:rsidRPr="0065616C" w:rsidRDefault="00ED5E40" w:rsidP="00ED5E40">
      <w:pPr>
        <w:autoSpaceDE w:val="0"/>
        <w:autoSpaceDN w:val="0"/>
        <w:spacing w:after="0"/>
        <w:jc w:val="both"/>
        <w:rPr>
          <w:rFonts w:cs="Calibri"/>
        </w:rPr>
      </w:pPr>
      <w:r w:rsidRPr="000A4167">
        <w:t>Výše uvedené doklady upravující odbornou způsobilost musí osvědčit odbornou způsobilost samotného Zhotovitele (je-li fyzickou osobou) nebo jiné osoby, která bude pro Zhotovitele příslušnou činnost vykonávat.</w:t>
      </w:r>
    </w:p>
    <w:p w14:paraId="7A37626F" w14:textId="77777777" w:rsidR="00ED5E40" w:rsidRPr="00946B93" w:rsidRDefault="00ED5E40" w:rsidP="00ED5E40">
      <w:pPr>
        <w:pStyle w:val="TPNADPIS-1slovan"/>
        <w:tabs>
          <w:tab w:val="num" w:pos="340"/>
        </w:tabs>
        <w:jc w:val="left"/>
        <w:rPr>
          <w:rFonts w:asciiTheme="minorHAnsi" w:hAnsiTheme="minorHAnsi"/>
          <w:sz w:val="18"/>
          <w:szCs w:val="18"/>
        </w:rPr>
      </w:pPr>
      <w:bookmarkStart w:id="3" w:name="_Toc12424120"/>
      <w:bookmarkStart w:id="4" w:name="_Toc34909591"/>
      <w:r w:rsidRPr="00946B93">
        <w:rPr>
          <w:rFonts w:asciiTheme="minorHAnsi" w:hAnsiTheme="minorHAnsi"/>
          <w:sz w:val="18"/>
          <w:szCs w:val="18"/>
        </w:rPr>
        <w:t>Koordinace s jinými stavbami</w:t>
      </w:r>
      <w:bookmarkEnd w:id="3"/>
      <w:bookmarkEnd w:id="4"/>
      <w:r w:rsidRPr="00946B93">
        <w:rPr>
          <w:rFonts w:asciiTheme="minorHAnsi" w:hAnsiTheme="minorHAnsi"/>
          <w:sz w:val="18"/>
          <w:szCs w:val="18"/>
        </w:rPr>
        <w:t xml:space="preserve"> </w:t>
      </w:r>
    </w:p>
    <w:p w14:paraId="39C843F2" w14:textId="591E4D96" w:rsidR="00ED5E40" w:rsidRPr="00C55525" w:rsidRDefault="00C55525" w:rsidP="00C55525">
      <w:pPr>
        <w:pStyle w:val="TPNadpis-2slovan"/>
        <w:rPr>
          <w:b w:val="0"/>
        </w:rPr>
      </w:pPr>
      <w:r>
        <w:rPr>
          <w:b w:val="0"/>
        </w:rPr>
        <w:t>„</w:t>
      </w:r>
      <w:r w:rsidR="009B0806" w:rsidRPr="00C55525">
        <w:rPr>
          <w:b w:val="0"/>
        </w:rPr>
        <w:t>Jaroměř ON – oprava (</w:t>
      </w:r>
      <w:r>
        <w:rPr>
          <w:b w:val="0"/>
        </w:rPr>
        <w:t>kanalizace</w:t>
      </w:r>
      <w:r w:rsidR="009B0806" w:rsidRPr="00C55525">
        <w:rPr>
          <w:b w:val="0"/>
        </w:rPr>
        <w:t>)</w:t>
      </w:r>
      <w:r>
        <w:rPr>
          <w:b w:val="0"/>
        </w:rPr>
        <w:t>“</w:t>
      </w:r>
      <w:r w:rsidR="0063714E" w:rsidRPr="00C55525">
        <w:rPr>
          <w:b w:val="0"/>
        </w:rPr>
        <w:t xml:space="preserve"> </w:t>
      </w:r>
    </w:p>
    <w:p w14:paraId="5E728673" w14:textId="13C24DE1" w:rsidR="00C55525" w:rsidRPr="00C55525" w:rsidRDefault="00C55525" w:rsidP="00C55525">
      <w:pPr>
        <w:pStyle w:val="TPNadpis-2slovan"/>
        <w:rPr>
          <w:b w:val="0"/>
        </w:rPr>
      </w:pPr>
      <w:r>
        <w:rPr>
          <w:b w:val="0"/>
        </w:rPr>
        <w:t>„</w:t>
      </w:r>
      <w:r w:rsidRPr="00C55525">
        <w:rPr>
          <w:b w:val="0"/>
        </w:rPr>
        <w:t>Budova č.p.595 Žižkova ulice Jaroměř, NTL plynovod a přípojka</w:t>
      </w:r>
      <w:r>
        <w:rPr>
          <w:b w:val="0"/>
        </w:rPr>
        <w:t>“</w:t>
      </w:r>
      <w:bookmarkStart w:id="5" w:name="_GoBack"/>
      <w:bookmarkEnd w:id="5"/>
    </w:p>
    <w:p w14:paraId="52E36C10" w14:textId="77777777" w:rsidR="00ED5E40" w:rsidRDefault="00ED5E40" w:rsidP="00ED5E40">
      <w:pPr>
        <w:pStyle w:val="TPNADPIS-1slovan"/>
        <w:tabs>
          <w:tab w:val="num" w:pos="340"/>
        </w:tabs>
        <w:ind w:left="1637" w:hanging="1637"/>
        <w:jc w:val="left"/>
        <w:rPr>
          <w:rFonts w:asciiTheme="minorHAnsi" w:hAnsiTheme="minorHAnsi"/>
          <w:sz w:val="18"/>
          <w:szCs w:val="18"/>
        </w:rPr>
      </w:pPr>
      <w:bookmarkStart w:id="6" w:name="_Toc513118592"/>
      <w:bookmarkStart w:id="7" w:name="_Toc34909592"/>
      <w:r w:rsidRPr="00946B93">
        <w:rPr>
          <w:rFonts w:asciiTheme="minorHAnsi" w:hAnsiTheme="minorHAnsi"/>
          <w:sz w:val="18"/>
          <w:szCs w:val="18"/>
        </w:rPr>
        <w:t>Organizace výstavby, výluky</w:t>
      </w:r>
      <w:bookmarkEnd w:id="6"/>
      <w:bookmarkEnd w:id="7"/>
    </w:p>
    <w:p w14:paraId="79B570C9" w14:textId="77777777" w:rsidR="00ED5E40" w:rsidRDefault="00ED5E40" w:rsidP="00ED5E40">
      <w:pPr>
        <w:spacing w:after="0"/>
        <w:rPr>
          <w:rFonts w:cs="Calibri"/>
        </w:rPr>
      </w:pPr>
      <w:r>
        <w:rPr>
          <w:rFonts w:cs="Calibri"/>
        </w:rPr>
        <w:t>Organizace výstavby viz</w:t>
      </w:r>
      <w:r w:rsidRPr="00092D12">
        <w:rPr>
          <w:rFonts w:cs="Calibri"/>
        </w:rPr>
        <w:t xml:space="preserve"> přiložená dokumentace</w:t>
      </w:r>
      <w:r>
        <w:rPr>
          <w:rFonts w:cs="Calibri"/>
        </w:rPr>
        <w:t>.</w:t>
      </w:r>
    </w:p>
    <w:p w14:paraId="40B4BA18" w14:textId="77777777" w:rsidR="002B6B58" w:rsidRDefault="002B6B58" w:rsidP="00ED5E40">
      <w:pPr>
        <w:pStyle w:val="Nadpis2-1"/>
        <w:numPr>
          <w:ilvl w:val="0"/>
          <w:numId w:val="0"/>
        </w:numPr>
        <w:ind w:left="737"/>
      </w:pPr>
    </w:p>
    <w:sectPr w:rsidR="002B6B58" w:rsidSect="00757290"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077" w:right="1588" w:bottom="1474" w:left="158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56E1DD" w14:textId="77777777" w:rsidR="00DD0D7F" w:rsidRDefault="00DD0D7F" w:rsidP="00962258">
      <w:pPr>
        <w:spacing w:after="0" w:line="240" w:lineRule="auto"/>
      </w:pPr>
      <w:r>
        <w:separator/>
      </w:r>
    </w:p>
  </w:endnote>
  <w:endnote w:type="continuationSeparator" w:id="0">
    <w:p w14:paraId="1DC1CF7C" w14:textId="77777777" w:rsidR="00DD0D7F" w:rsidRDefault="00DD0D7F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01744E" w:rsidRPr="003462EB" w14:paraId="089092A0" w14:textId="77777777" w:rsidTr="00614E71">
      <w:tc>
        <w:tcPr>
          <w:tcW w:w="993" w:type="dxa"/>
          <w:tcMar>
            <w:left w:w="0" w:type="dxa"/>
            <w:right w:w="0" w:type="dxa"/>
          </w:tcMar>
          <w:vAlign w:val="bottom"/>
        </w:tcPr>
        <w:p w14:paraId="35850E87" w14:textId="5C5762C4" w:rsidR="0001744E" w:rsidRPr="00B8518B" w:rsidRDefault="0001744E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C0796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C0796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7739" w:type="dxa"/>
          <w:vAlign w:val="bottom"/>
        </w:tcPr>
        <w:p w14:paraId="4C8B2B1B" w14:textId="60AB94D6" w:rsidR="0001744E" w:rsidRPr="003462EB" w:rsidRDefault="00C55525" w:rsidP="003462EB">
          <w:pPr>
            <w:pStyle w:val="Zpatvlevo"/>
          </w:pPr>
          <w:fldSimple w:instr=" STYLEREF  _Název_akce  \* MERGEFORMAT ">
            <w:r w:rsidR="00AC0796">
              <w:rPr>
                <w:noProof/>
              </w:rPr>
              <w:t>Jaroměř ON – rekonstrukce (kanalizace, plyn)</w:t>
            </w:r>
          </w:fldSimple>
        </w:p>
        <w:p w14:paraId="12019163" w14:textId="77777777" w:rsidR="0001744E" w:rsidRDefault="0001744E" w:rsidP="003462EB">
          <w:pPr>
            <w:pStyle w:val="Zpatvlevo"/>
          </w:pPr>
          <w:r>
            <w:t>Příloha č. 2 c)</w:t>
          </w:r>
          <w:r w:rsidRPr="003462EB">
            <w:t xml:space="preserve"> </w:t>
          </w:r>
        </w:p>
        <w:p w14:paraId="61334FFD" w14:textId="77777777" w:rsidR="0001744E" w:rsidRPr="003462EB" w:rsidRDefault="0001744E" w:rsidP="00DF7BAA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Zhotovení stavby </w:t>
          </w:r>
        </w:p>
      </w:tc>
    </w:tr>
  </w:tbl>
  <w:p w14:paraId="2D55C550" w14:textId="77777777" w:rsidR="0001744E" w:rsidRPr="00614E71" w:rsidRDefault="0001744E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01744E" w:rsidRPr="009E09BE" w14:paraId="5536728D" w14:textId="77777777" w:rsidTr="00614E71">
      <w:tc>
        <w:tcPr>
          <w:tcW w:w="7797" w:type="dxa"/>
          <w:tcMar>
            <w:left w:w="0" w:type="dxa"/>
            <w:right w:w="0" w:type="dxa"/>
          </w:tcMar>
          <w:vAlign w:val="bottom"/>
        </w:tcPr>
        <w:p w14:paraId="08EA18C8" w14:textId="52A046D6" w:rsidR="0001744E" w:rsidRDefault="00C55525" w:rsidP="003B111D">
          <w:pPr>
            <w:pStyle w:val="Zpatvpravo"/>
          </w:pPr>
          <w:fldSimple w:instr=" STYLEREF  _Název_akce  \* MERGEFORMAT ">
            <w:r w:rsidR="00F94DC5">
              <w:rPr>
                <w:noProof/>
              </w:rPr>
              <w:t>otov</w:t>
            </w:r>
          </w:fldSimple>
        </w:p>
        <w:p w14:paraId="17C576B8" w14:textId="77777777" w:rsidR="0001744E" w:rsidRDefault="0001744E" w:rsidP="003B111D">
          <w:pPr>
            <w:pStyle w:val="Zpatvpravo"/>
          </w:pPr>
          <w:r>
            <w:t>Příloha č. 2 c)</w:t>
          </w:r>
        </w:p>
        <w:p w14:paraId="0D681DF4" w14:textId="77777777" w:rsidR="0001744E" w:rsidRPr="003462EB" w:rsidRDefault="0001744E" w:rsidP="00DF7BAA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Zvláštní</w:t>
          </w:r>
          <w:r w:rsidRPr="003462EB">
            <w:t xml:space="preserve"> technické podmínky</w:t>
          </w:r>
          <w:r>
            <w:t xml:space="preserve"> - Zhotovení stavby</w:t>
          </w:r>
        </w:p>
      </w:tc>
      <w:tc>
        <w:tcPr>
          <w:tcW w:w="935" w:type="dxa"/>
          <w:vAlign w:val="bottom"/>
        </w:tcPr>
        <w:p w14:paraId="6E51DA73" w14:textId="11EA05AB" w:rsidR="0001744E" w:rsidRPr="009E09BE" w:rsidRDefault="0001744E" w:rsidP="00C51B48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D5E40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94DC5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</w:tr>
  </w:tbl>
  <w:p w14:paraId="24D55FF8" w14:textId="77777777" w:rsidR="0001744E" w:rsidRPr="00B8518B" w:rsidRDefault="0001744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4F7B14" w14:textId="77777777" w:rsidR="0001744E" w:rsidRPr="00B8518B" w:rsidRDefault="0001744E" w:rsidP="00460660">
    <w:pPr>
      <w:pStyle w:val="Zpat"/>
      <w:rPr>
        <w:sz w:val="2"/>
        <w:szCs w:val="2"/>
      </w:rPr>
    </w:pPr>
  </w:p>
  <w:p w14:paraId="17317287" w14:textId="7C5C5D4A" w:rsidR="0001744E" w:rsidRDefault="0001744E" w:rsidP="00757290">
    <w:pPr>
      <w:pStyle w:val="Zpatvlevo"/>
      <w:rPr>
        <w:rFonts w:cs="Calibri"/>
        <w:szCs w:val="12"/>
      </w:rPr>
    </w:pPr>
  </w:p>
  <w:p w14:paraId="5F036ABA" w14:textId="77777777" w:rsidR="0001744E" w:rsidRDefault="0001744E" w:rsidP="00757290">
    <w:pPr>
      <w:pStyle w:val="Zpatvlevo"/>
    </w:pPr>
  </w:p>
  <w:p w14:paraId="21223890" w14:textId="77777777" w:rsidR="0001744E" w:rsidRPr="005D19D8" w:rsidRDefault="0001744E" w:rsidP="00757290">
    <w:pPr>
      <w:pStyle w:val="Zpatvlevo"/>
    </w:pPr>
    <w:r w:rsidRPr="00F37C6B">
      <w:t>Za tuto publikaci odpov</w:t>
    </w:r>
    <w:r>
      <w:t>í</w:t>
    </w:r>
    <w:r w:rsidRPr="00F37C6B">
      <w:t>dá pouze její autor. Evropská unie nenese odpovědnost za jakékoli využití informací v ní obsažených.</w:t>
    </w:r>
  </w:p>
  <w:p w14:paraId="38E0C1BB" w14:textId="77777777" w:rsidR="0001744E" w:rsidRPr="00460660" w:rsidRDefault="0001744E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D8E95C" w14:textId="77777777" w:rsidR="00DD0D7F" w:rsidRDefault="00DD0D7F" w:rsidP="00962258">
      <w:pPr>
        <w:spacing w:after="0" w:line="240" w:lineRule="auto"/>
      </w:pPr>
      <w:r>
        <w:separator/>
      </w:r>
    </w:p>
  </w:footnote>
  <w:footnote w:type="continuationSeparator" w:id="0">
    <w:p w14:paraId="4E2321E7" w14:textId="77777777" w:rsidR="00DD0D7F" w:rsidRDefault="00DD0D7F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01744E" w14:paraId="32D87F41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93995DF" w14:textId="77777777" w:rsidR="0001744E" w:rsidRPr="00B8518B" w:rsidRDefault="0001744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137671F" w14:textId="77777777" w:rsidR="0001744E" w:rsidRDefault="002F31F1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4624" behindDoc="0" locked="1" layoutInCell="1" allowOverlap="1" wp14:anchorId="70EE1665" wp14:editId="78DE22C4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757C0BAA" w14:textId="77777777" w:rsidR="0001744E" w:rsidRPr="00D6163D" w:rsidRDefault="0001744E" w:rsidP="00FC6389">
          <w:pPr>
            <w:pStyle w:val="Druhdokumentu"/>
          </w:pPr>
        </w:p>
      </w:tc>
    </w:tr>
    <w:tr w:rsidR="0001744E" w14:paraId="158D04BC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696BC40" w14:textId="77777777" w:rsidR="0001744E" w:rsidRPr="00B8518B" w:rsidRDefault="0001744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FC0C2B5" w14:textId="77777777" w:rsidR="0001744E" w:rsidRDefault="0001744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30FA8354" w14:textId="77777777" w:rsidR="0001744E" w:rsidRPr="00D6163D" w:rsidRDefault="0001744E" w:rsidP="00FC6389">
          <w:pPr>
            <w:pStyle w:val="Druhdokumentu"/>
          </w:pPr>
        </w:p>
      </w:tc>
    </w:tr>
  </w:tbl>
  <w:p w14:paraId="5DFB6441" w14:textId="77777777" w:rsidR="0001744E" w:rsidRPr="00D6163D" w:rsidRDefault="0001744E" w:rsidP="00FC6389">
    <w:pPr>
      <w:pStyle w:val="Zhlav"/>
      <w:rPr>
        <w:sz w:val="8"/>
        <w:szCs w:val="8"/>
      </w:rPr>
    </w:pPr>
  </w:p>
  <w:p w14:paraId="10420827" w14:textId="77777777" w:rsidR="0001744E" w:rsidRPr="00460660" w:rsidRDefault="0001744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242F1"/>
    <w:multiLevelType w:val="hybridMultilevel"/>
    <w:tmpl w:val="C9929626"/>
    <w:lvl w:ilvl="0" w:tplc="DD14CFEC">
      <w:start w:val="1"/>
      <w:numFmt w:val="bullet"/>
      <w:pStyle w:val="TPText-1odrk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0A9A651C"/>
    <w:multiLevelType w:val="multilevel"/>
    <w:tmpl w:val="B7C45E2A"/>
    <w:lvl w:ilvl="0">
      <w:start w:val="1"/>
      <w:numFmt w:val="decimal"/>
      <w:pStyle w:val="TPNADPIS-1slovan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pStyle w:val="TPNadpis-2slovan"/>
      <w:lvlText w:val="%1.%2."/>
      <w:lvlJc w:val="left"/>
      <w:pPr>
        <w:ind w:left="1021" w:hanging="681"/>
      </w:pPr>
      <w:rPr>
        <w:rFonts w:hint="default"/>
        <w:i w:val="0"/>
        <w:sz w:val="22"/>
        <w:szCs w:val="22"/>
      </w:rPr>
    </w:lvl>
    <w:lvl w:ilvl="2">
      <w:start w:val="1"/>
      <w:numFmt w:val="decimal"/>
      <w:pStyle w:val="TPText-1slovan"/>
      <w:lvlText w:val="%1.%2.%3."/>
      <w:lvlJc w:val="left"/>
      <w:pPr>
        <w:tabs>
          <w:tab w:val="num" w:pos="965"/>
        </w:tabs>
        <w:ind w:left="965" w:hanging="681"/>
      </w:pPr>
      <w:rPr>
        <w:rFonts w:asciiTheme="minorHAnsi" w:hAnsiTheme="minorHAnsi" w:hint="default"/>
        <w:b w:val="0"/>
        <w:i w:val="0"/>
        <w:color w:val="auto"/>
      </w:rPr>
    </w:lvl>
    <w:lvl w:ilvl="3">
      <w:start w:val="1"/>
      <w:numFmt w:val="decimal"/>
      <w:pStyle w:val="TPText-2slovan"/>
      <w:lvlText w:val="%1.%2.%3.%4."/>
      <w:lvlJc w:val="left"/>
      <w:pPr>
        <w:tabs>
          <w:tab w:val="num" w:pos="3800"/>
        </w:tabs>
        <w:ind w:left="3800" w:hanging="964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5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6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7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567C2480"/>
    <w:multiLevelType w:val="hybridMultilevel"/>
    <w:tmpl w:val="FC12F82A"/>
    <w:lvl w:ilvl="0" w:tplc="CED2CCA8">
      <w:start w:val="2"/>
      <w:numFmt w:val="bullet"/>
      <w:lvlText w:val="-"/>
      <w:lvlJc w:val="left"/>
      <w:pPr>
        <w:ind w:left="720" w:hanging="360"/>
      </w:pPr>
      <w:rPr>
        <w:rFonts w:ascii="Verdana" w:eastAsia="Calibri" w:hAnsi="Verdana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2"/>
  </w:num>
  <w:num w:numId="4">
    <w:abstractNumId w:val="7"/>
  </w:num>
  <w:num w:numId="5">
    <w:abstractNumId w:val="8"/>
  </w:num>
  <w:num w:numId="6">
    <w:abstractNumId w:val="4"/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</w:num>
  <w:num w:numId="9">
    <w:abstractNumId w:val="7"/>
  </w:num>
  <w:num w:numId="10">
    <w:abstractNumId w:val="8"/>
  </w:num>
  <w:num w:numId="11">
    <w:abstractNumId w:val="10"/>
  </w:num>
  <w:num w:numId="12">
    <w:abstractNumId w:val="1"/>
  </w:num>
  <w:num w:numId="13">
    <w:abstractNumId w:val="4"/>
  </w:num>
  <w:num w:numId="14">
    <w:abstractNumId w:val="11"/>
  </w:num>
  <w:num w:numId="15">
    <w:abstractNumId w:val="3"/>
  </w:num>
  <w:num w:numId="16">
    <w:abstractNumId w:val="0"/>
  </w:num>
  <w:num w:numId="17">
    <w:abstractNumId w:val="9"/>
  </w:num>
  <w:num w:numId="18">
    <w:abstractNumId w:val="0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7169"/>
    <w:rsid w:val="00011CBA"/>
    <w:rsid w:val="00012EC4"/>
    <w:rsid w:val="000145C8"/>
    <w:rsid w:val="0001744E"/>
    <w:rsid w:val="00017F3C"/>
    <w:rsid w:val="00022FA5"/>
    <w:rsid w:val="00041EC8"/>
    <w:rsid w:val="00054FC6"/>
    <w:rsid w:val="0006465A"/>
    <w:rsid w:val="0006588D"/>
    <w:rsid w:val="00067A5E"/>
    <w:rsid w:val="000719BB"/>
    <w:rsid w:val="00072A65"/>
    <w:rsid w:val="00072C1E"/>
    <w:rsid w:val="000768BE"/>
    <w:rsid w:val="00076B14"/>
    <w:rsid w:val="0008461A"/>
    <w:rsid w:val="000A2B28"/>
    <w:rsid w:val="000A6E75"/>
    <w:rsid w:val="000B408F"/>
    <w:rsid w:val="000B4EB8"/>
    <w:rsid w:val="000C41F2"/>
    <w:rsid w:val="000D22C4"/>
    <w:rsid w:val="000D27D1"/>
    <w:rsid w:val="000E1A7F"/>
    <w:rsid w:val="000F15F1"/>
    <w:rsid w:val="00103B38"/>
    <w:rsid w:val="00112864"/>
    <w:rsid w:val="00114472"/>
    <w:rsid w:val="00114988"/>
    <w:rsid w:val="00114DE9"/>
    <w:rsid w:val="00115069"/>
    <w:rsid w:val="001150F2"/>
    <w:rsid w:val="00130E62"/>
    <w:rsid w:val="00140433"/>
    <w:rsid w:val="00146BCB"/>
    <w:rsid w:val="0015027B"/>
    <w:rsid w:val="00153B6C"/>
    <w:rsid w:val="001656A2"/>
    <w:rsid w:val="00170EC5"/>
    <w:rsid w:val="001747C1"/>
    <w:rsid w:val="00177D6B"/>
    <w:rsid w:val="001860E7"/>
    <w:rsid w:val="00191F90"/>
    <w:rsid w:val="001A3B3C"/>
    <w:rsid w:val="001A649E"/>
    <w:rsid w:val="001B10C5"/>
    <w:rsid w:val="001B4180"/>
    <w:rsid w:val="001B4E74"/>
    <w:rsid w:val="001B7668"/>
    <w:rsid w:val="001C645F"/>
    <w:rsid w:val="001E678E"/>
    <w:rsid w:val="002007BA"/>
    <w:rsid w:val="002038C9"/>
    <w:rsid w:val="002071BB"/>
    <w:rsid w:val="00207DF5"/>
    <w:rsid w:val="0022485E"/>
    <w:rsid w:val="00232000"/>
    <w:rsid w:val="00240B81"/>
    <w:rsid w:val="00240E11"/>
    <w:rsid w:val="00247D01"/>
    <w:rsid w:val="0025030F"/>
    <w:rsid w:val="00250479"/>
    <w:rsid w:val="00250AAA"/>
    <w:rsid w:val="00261A5B"/>
    <w:rsid w:val="00262E5B"/>
    <w:rsid w:val="00264D52"/>
    <w:rsid w:val="00276AFE"/>
    <w:rsid w:val="002A3B57"/>
    <w:rsid w:val="002B6B58"/>
    <w:rsid w:val="002C1924"/>
    <w:rsid w:val="002C31BF"/>
    <w:rsid w:val="002D2102"/>
    <w:rsid w:val="002D5B86"/>
    <w:rsid w:val="002D7FD6"/>
    <w:rsid w:val="002E0CD7"/>
    <w:rsid w:val="002E0CFB"/>
    <w:rsid w:val="002E5C7B"/>
    <w:rsid w:val="002F31F1"/>
    <w:rsid w:val="002F4333"/>
    <w:rsid w:val="00304DAF"/>
    <w:rsid w:val="00307207"/>
    <w:rsid w:val="003130A4"/>
    <w:rsid w:val="003227DF"/>
    <w:rsid w:val="003229ED"/>
    <w:rsid w:val="003254A3"/>
    <w:rsid w:val="00327EEF"/>
    <w:rsid w:val="0033239F"/>
    <w:rsid w:val="00334918"/>
    <w:rsid w:val="003418A3"/>
    <w:rsid w:val="0034274B"/>
    <w:rsid w:val="003462EB"/>
    <w:rsid w:val="0034719F"/>
    <w:rsid w:val="00350A35"/>
    <w:rsid w:val="00355002"/>
    <w:rsid w:val="003571D8"/>
    <w:rsid w:val="00357BC6"/>
    <w:rsid w:val="00361422"/>
    <w:rsid w:val="00362473"/>
    <w:rsid w:val="0037545D"/>
    <w:rsid w:val="00376246"/>
    <w:rsid w:val="00386FF1"/>
    <w:rsid w:val="00392EB6"/>
    <w:rsid w:val="003956C6"/>
    <w:rsid w:val="003B111D"/>
    <w:rsid w:val="003C33F2"/>
    <w:rsid w:val="003C6679"/>
    <w:rsid w:val="003D756E"/>
    <w:rsid w:val="003D7905"/>
    <w:rsid w:val="003E29C0"/>
    <w:rsid w:val="003E420D"/>
    <w:rsid w:val="003E4C13"/>
    <w:rsid w:val="003F64A7"/>
    <w:rsid w:val="004078F3"/>
    <w:rsid w:val="0042581E"/>
    <w:rsid w:val="00427794"/>
    <w:rsid w:val="004458BE"/>
    <w:rsid w:val="00450F07"/>
    <w:rsid w:val="00453CD3"/>
    <w:rsid w:val="00460660"/>
    <w:rsid w:val="00463BD5"/>
    <w:rsid w:val="00464BA9"/>
    <w:rsid w:val="0047647C"/>
    <w:rsid w:val="0048341C"/>
    <w:rsid w:val="00483969"/>
    <w:rsid w:val="00486107"/>
    <w:rsid w:val="004877A7"/>
    <w:rsid w:val="00491827"/>
    <w:rsid w:val="004B7997"/>
    <w:rsid w:val="004C3255"/>
    <w:rsid w:val="004C4399"/>
    <w:rsid w:val="004C787C"/>
    <w:rsid w:val="004D7D8C"/>
    <w:rsid w:val="004E7A1F"/>
    <w:rsid w:val="004F4B9B"/>
    <w:rsid w:val="004F70CD"/>
    <w:rsid w:val="00500C8E"/>
    <w:rsid w:val="0050666E"/>
    <w:rsid w:val="00511AB9"/>
    <w:rsid w:val="00523BB5"/>
    <w:rsid w:val="00523EA7"/>
    <w:rsid w:val="00531CB9"/>
    <w:rsid w:val="005403D3"/>
    <w:rsid w:val="005406EB"/>
    <w:rsid w:val="00545AD1"/>
    <w:rsid w:val="00553375"/>
    <w:rsid w:val="00555884"/>
    <w:rsid w:val="005736B7"/>
    <w:rsid w:val="00575E5A"/>
    <w:rsid w:val="00580245"/>
    <w:rsid w:val="0058742A"/>
    <w:rsid w:val="00587CA4"/>
    <w:rsid w:val="00590B8A"/>
    <w:rsid w:val="005A1F44"/>
    <w:rsid w:val="005D3C39"/>
    <w:rsid w:val="005D7706"/>
    <w:rsid w:val="00601A8C"/>
    <w:rsid w:val="0060289C"/>
    <w:rsid w:val="0061068E"/>
    <w:rsid w:val="006115D3"/>
    <w:rsid w:val="006149D2"/>
    <w:rsid w:val="00614E71"/>
    <w:rsid w:val="006208DF"/>
    <w:rsid w:val="0063714E"/>
    <w:rsid w:val="00655976"/>
    <w:rsid w:val="0065610E"/>
    <w:rsid w:val="00660AD3"/>
    <w:rsid w:val="00662818"/>
    <w:rsid w:val="006776B6"/>
    <w:rsid w:val="0069136C"/>
    <w:rsid w:val="00693150"/>
    <w:rsid w:val="00693EE2"/>
    <w:rsid w:val="006A019B"/>
    <w:rsid w:val="006A5570"/>
    <w:rsid w:val="006A689C"/>
    <w:rsid w:val="006A747D"/>
    <w:rsid w:val="006B2318"/>
    <w:rsid w:val="006B3D79"/>
    <w:rsid w:val="006B3E78"/>
    <w:rsid w:val="006B6FE4"/>
    <w:rsid w:val="006C16E1"/>
    <w:rsid w:val="006C2343"/>
    <w:rsid w:val="006C26FF"/>
    <w:rsid w:val="006C31D3"/>
    <w:rsid w:val="006C442A"/>
    <w:rsid w:val="006E0578"/>
    <w:rsid w:val="006E314D"/>
    <w:rsid w:val="007020E6"/>
    <w:rsid w:val="00710723"/>
    <w:rsid w:val="00720802"/>
    <w:rsid w:val="00723ED1"/>
    <w:rsid w:val="00733AD8"/>
    <w:rsid w:val="00740AF5"/>
    <w:rsid w:val="0074209E"/>
    <w:rsid w:val="00743525"/>
    <w:rsid w:val="00743E7B"/>
    <w:rsid w:val="00744D42"/>
    <w:rsid w:val="00745555"/>
    <w:rsid w:val="00745B7E"/>
    <w:rsid w:val="00745F94"/>
    <w:rsid w:val="007541A2"/>
    <w:rsid w:val="00755818"/>
    <w:rsid w:val="00757290"/>
    <w:rsid w:val="0076286B"/>
    <w:rsid w:val="00766846"/>
    <w:rsid w:val="0076790E"/>
    <w:rsid w:val="00770601"/>
    <w:rsid w:val="0077673A"/>
    <w:rsid w:val="00776C2B"/>
    <w:rsid w:val="007846E1"/>
    <w:rsid w:val="007847D6"/>
    <w:rsid w:val="007A202B"/>
    <w:rsid w:val="007A5172"/>
    <w:rsid w:val="007A67A0"/>
    <w:rsid w:val="007B133E"/>
    <w:rsid w:val="007B570C"/>
    <w:rsid w:val="007E141C"/>
    <w:rsid w:val="007E4A6E"/>
    <w:rsid w:val="007F56A7"/>
    <w:rsid w:val="00800851"/>
    <w:rsid w:val="0080171C"/>
    <w:rsid w:val="008028FD"/>
    <w:rsid w:val="00803BF3"/>
    <w:rsid w:val="00807DD0"/>
    <w:rsid w:val="00810E5C"/>
    <w:rsid w:val="00814C9F"/>
    <w:rsid w:val="00816930"/>
    <w:rsid w:val="00816BC0"/>
    <w:rsid w:val="00821D01"/>
    <w:rsid w:val="00826B7B"/>
    <w:rsid w:val="0083197D"/>
    <w:rsid w:val="00834146"/>
    <w:rsid w:val="00846789"/>
    <w:rsid w:val="0088200B"/>
    <w:rsid w:val="00887F36"/>
    <w:rsid w:val="00890A4F"/>
    <w:rsid w:val="008A01EA"/>
    <w:rsid w:val="008A3568"/>
    <w:rsid w:val="008A4FE4"/>
    <w:rsid w:val="008B2B40"/>
    <w:rsid w:val="008C24A8"/>
    <w:rsid w:val="008C50F3"/>
    <w:rsid w:val="008C51A4"/>
    <w:rsid w:val="008C7EFE"/>
    <w:rsid w:val="008D03B9"/>
    <w:rsid w:val="008D2896"/>
    <w:rsid w:val="008D30C7"/>
    <w:rsid w:val="008F18D6"/>
    <w:rsid w:val="008F2C9B"/>
    <w:rsid w:val="008F797B"/>
    <w:rsid w:val="00904780"/>
    <w:rsid w:val="00904CC9"/>
    <w:rsid w:val="0090635B"/>
    <w:rsid w:val="00914F81"/>
    <w:rsid w:val="00922385"/>
    <w:rsid w:val="009223DF"/>
    <w:rsid w:val="009226C1"/>
    <w:rsid w:val="00923406"/>
    <w:rsid w:val="00936091"/>
    <w:rsid w:val="00940D8A"/>
    <w:rsid w:val="00950944"/>
    <w:rsid w:val="00957F1F"/>
    <w:rsid w:val="00962258"/>
    <w:rsid w:val="009678B7"/>
    <w:rsid w:val="0097239D"/>
    <w:rsid w:val="009920E1"/>
    <w:rsid w:val="00992D9C"/>
    <w:rsid w:val="00996CB8"/>
    <w:rsid w:val="009A404E"/>
    <w:rsid w:val="009B0806"/>
    <w:rsid w:val="009B2E97"/>
    <w:rsid w:val="009B5146"/>
    <w:rsid w:val="009C418E"/>
    <w:rsid w:val="009C442C"/>
    <w:rsid w:val="009D2FC5"/>
    <w:rsid w:val="009D5183"/>
    <w:rsid w:val="009E07F4"/>
    <w:rsid w:val="009E09BE"/>
    <w:rsid w:val="009E3D46"/>
    <w:rsid w:val="009F25DD"/>
    <w:rsid w:val="009F309B"/>
    <w:rsid w:val="009F392E"/>
    <w:rsid w:val="009F53C5"/>
    <w:rsid w:val="00A04D7F"/>
    <w:rsid w:val="00A0740E"/>
    <w:rsid w:val="00A4050F"/>
    <w:rsid w:val="00A50641"/>
    <w:rsid w:val="00A530BF"/>
    <w:rsid w:val="00A6177B"/>
    <w:rsid w:val="00A62E74"/>
    <w:rsid w:val="00A66136"/>
    <w:rsid w:val="00A71189"/>
    <w:rsid w:val="00A7364A"/>
    <w:rsid w:val="00A74DCC"/>
    <w:rsid w:val="00A753ED"/>
    <w:rsid w:val="00A77512"/>
    <w:rsid w:val="00A8227E"/>
    <w:rsid w:val="00A94C2F"/>
    <w:rsid w:val="00AA4CBB"/>
    <w:rsid w:val="00AA65FA"/>
    <w:rsid w:val="00AA7351"/>
    <w:rsid w:val="00AC0796"/>
    <w:rsid w:val="00AC3E83"/>
    <w:rsid w:val="00AC59BD"/>
    <w:rsid w:val="00AC7169"/>
    <w:rsid w:val="00AD056F"/>
    <w:rsid w:val="00AD0C7B"/>
    <w:rsid w:val="00AD38D0"/>
    <w:rsid w:val="00AD5F1A"/>
    <w:rsid w:val="00AD6731"/>
    <w:rsid w:val="00AF2E9E"/>
    <w:rsid w:val="00AF5943"/>
    <w:rsid w:val="00B008D5"/>
    <w:rsid w:val="00B00CFD"/>
    <w:rsid w:val="00B02F73"/>
    <w:rsid w:val="00B03A8B"/>
    <w:rsid w:val="00B0619F"/>
    <w:rsid w:val="00B101FD"/>
    <w:rsid w:val="00B1306D"/>
    <w:rsid w:val="00B13A26"/>
    <w:rsid w:val="00B15D0D"/>
    <w:rsid w:val="00B22106"/>
    <w:rsid w:val="00B31D98"/>
    <w:rsid w:val="00B34246"/>
    <w:rsid w:val="00B344A3"/>
    <w:rsid w:val="00B46BA5"/>
    <w:rsid w:val="00B50AB2"/>
    <w:rsid w:val="00B5431A"/>
    <w:rsid w:val="00B56EB2"/>
    <w:rsid w:val="00B75EE1"/>
    <w:rsid w:val="00B77481"/>
    <w:rsid w:val="00B8518B"/>
    <w:rsid w:val="00B861EA"/>
    <w:rsid w:val="00B92AB2"/>
    <w:rsid w:val="00B93566"/>
    <w:rsid w:val="00B97CC3"/>
    <w:rsid w:val="00BC0405"/>
    <w:rsid w:val="00BC06C4"/>
    <w:rsid w:val="00BD76C3"/>
    <w:rsid w:val="00BD7E91"/>
    <w:rsid w:val="00BD7F0D"/>
    <w:rsid w:val="00BE06DC"/>
    <w:rsid w:val="00BF54FE"/>
    <w:rsid w:val="00C02D0A"/>
    <w:rsid w:val="00C03A6E"/>
    <w:rsid w:val="00C13860"/>
    <w:rsid w:val="00C226C0"/>
    <w:rsid w:val="00C24A6A"/>
    <w:rsid w:val="00C30CA8"/>
    <w:rsid w:val="00C42FE6"/>
    <w:rsid w:val="00C44F6A"/>
    <w:rsid w:val="00C51B48"/>
    <w:rsid w:val="00C55525"/>
    <w:rsid w:val="00C6198E"/>
    <w:rsid w:val="00C708EA"/>
    <w:rsid w:val="00C71821"/>
    <w:rsid w:val="00C73385"/>
    <w:rsid w:val="00C778A5"/>
    <w:rsid w:val="00C81308"/>
    <w:rsid w:val="00C86957"/>
    <w:rsid w:val="00C95162"/>
    <w:rsid w:val="00CB6A37"/>
    <w:rsid w:val="00CB7684"/>
    <w:rsid w:val="00CC7C8F"/>
    <w:rsid w:val="00CD1FC4"/>
    <w:rsid w:val="00D034A0"/>
    <w:rsid w:val="00D0732C"/>
    <w:rsid w:val="00D21061"/>
    <w:rsid w:val="00D322B7"/>
    <w:rsid w:val="00D4108E"/>
    <w:rsid w:val="00D521D0"/>
    <w:rsid w:val="00D6163D"/>
    <w:rsid w:val="00D831A3"/>
    <w:rsid w:val="00D85204"/>
    <w:rsid w:val="00D90C8B"/>
    <w:rsid w:val="00D97BE3"/>
    <w:rsid w:val="00DA1C67"/>
    <w:rsid w:val="00DA27EA"/>
    <w:rsid w:val="00DA3711"/>
    <w:rsid w:val="00DB58AA"/>
    <w:rsid w:val="00DB6450"/>
    <w:rsid w:val="00DD0D7E"/>
    <w:rsid w:val="00DD0D7F"/>
    <w:rsid w:val="00DD46F3"/>
    <w:rsid w:val="00DE51A5"/>
    <w:rsid w:val="00DE56F2"/>
    <w:rsid w:val="00DF0337"/>
    <w:rsid w:val="00DF116D"/>
    <w:rsid w:val="00DF4DDD"/>
    <w:rsid w:val="00DF7BAA"/>
    <w:rsid w:val="00E014A7"/>
    <w:rsid w:val="00E03B03"/>
    <w:rsid w:val="00E04A7B"/>
    <w:rsid w:val="00E16FF7"/>
    <w:rsid w:val="00E1732F"/>
    <w:rsid w:val="00E26D68"/>
    <w:rsid w:val="00E44045"/>
    <w:rsid w:val="00E618C4"/>
    <w:rsid w:val="00E7218A"/>
    <w:rsid w:val="00E84C3A"/>
    <w:rsid w:val="00E878EE"/>
    <w:rsid w:val="00EA6EC7"/>
    <w:rsid w:val="00EB104F"/>
    <w:rsid w:val="00EB1EA8"/>
    <w:rsid w:val="00EB46E5"/>
    <w:rsid w:val="00EC613E"/>
    <w:rsid w:val="00ED0703"/>
    <w:rsid w:val="00ED14BD"/>
    <w:rsid w:val="00ED5E40"/>
    <w:rsid w:val="00EF1373"/>
    <w:rsid w:val="00F016C7"/>
    <w:rsid w:val="00F12DEC"/>
    <w:rsid w:val="00F1715C"/>
    <w:rsid w:val="00F310F8"/>
    <w:rsid w:val="00F35939"/>
    <w:rsid w:val="00F45607"/>
    <w:rsid w:val="00F4722B"/>
    <w:rsid w:val="00F54432"/>
    <w:rsid w:val="00F60DF5"/>
    <w:rsid w:val="00F659EB"/>
    <w:rsid w:val="00F66312"/>
    <w:rsid w:val="00F705D1"/>
    <w:rsid w:val="00F83AE6"/>
    <w:rsid w:val="00F84891"/>
    <w:rsid w:val="00F86BA6"/>
    <w:rsid w:val="00F8788B"/>
    <w:rsid w:val="00F90CB7"/>
    <w:rsid w:val="00F94DC5"/>
    <w:rsid w:val="00FB5DE8"/>
    <w:rsid w:val="00FB6342"/>
    <w:rsid w:val="00FC6389"/>
    <w:rsid w:val="00FE5F22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23107BC"/>
  <w14:defaultImageDpi w14:val="32767"/>
  <w15:docId w15:val="{6CFD7FF8-935D-4F83-A4E3-3822EB3B1C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57290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757290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757290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757290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757290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57290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757290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57290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757290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757290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7572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57290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757290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757290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757290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757290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757290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757290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57290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757290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757290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757290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757290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757290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757290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757290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757290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757290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757290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757290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757290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757290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757290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757290"/>
    <w:pPr>
      <w:keepNext/>
      <w:tabs>
        <w:tab w:val="left" w:pos="567"/>
        <w:tab w:val="right" w:leader="dot" w:pos="8692"/>
      </w:tabs>
      <w:spacing w:after="40" w:line="264" w:lineRule="auto"/>
      <w:ind w:left="567" w:right="284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757290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next w:val="Nadpis2-2"/>
    <w:link w:val="Nadpis2-1Char"/>
    <w:qFormat/>
    <w:rsid w:val="00757290"/>
    <w:pPr>
      <w:keepNext/>
      <w:numPr>
        <w:numId w:val="13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757290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757290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757290"/>
    <w:pPr>
      <w:numPr>
        <w:ilvl w:val="2"/>
        <w:numId w:val="13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757290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757290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757290"/>
    <w:rPr>
      <w:rFonts w:ascii="Verdana" w:hAnsi="Verdana"/>
    </w:rPr>
  </w:style>
  <w:style w:type="paragraph" w:customStyle="1" w:styleId="Titul2">
    <w:name w:val="_Titul_2"/>
    <w:basedOn w:val="Normln"/>
    <w:qFormat/>
    <w:rsid w:val="00757290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757290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757290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757290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757290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757290"/>
    <w:pPr>
      <w:numPr>
        <w:ilvl w:val="1"/>
        <w:numId w:val="12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757290"/>
    <w:pPr>
      <w:keepNext/>
      <w:numPr>
        <w:numId w:val="12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757290"/>
    <w:pPr>
      <w:numPr>
        <w:numId w:val="9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757290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757290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757290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757290"/>
    <w:rPr>
      <w:rFonts w:ascii="Verdana" w:hAnsi="Verdana"/>
    </w:rPr>
  </w:style>
  <w:style w:type="paragraph" w:customStyle="1" w:styleId="Odrka1-2-">
    <w:name w:val="_Odrážka_1-2_-"/>
    <w:basedOn w:val="Odrka1-1"/>
    <w:qFormat/>
    <w:rsid w:val="00757290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757290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757290"/>
    <w:pPr>
      <w:numPr>
        <w:numId w:val="10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757290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57290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757290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757290"/>
    <w:pPr>
      <w:jc w:val="left"/>
    </w:pPr>
  </w:style>
  <w:style w:type="character" w:customStyle="1" w:styleId="Tun">
    <w:name w:val="_Tučně"/>
    <w:basedOn w:val="Standardnpsmoodstavce"/>
    <w:qFormat/>
    <w:rsid w:val="00757290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757290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757290"/>
    <w:rPr>
      <w:rFonts w:ascii="Verdana" w:hAnsi="Verdana"/>
    </w:rPr>
  </w:style>
  <w:style w:type="paragraph" w:customStyle="1" w:styleId="Zkratky1">
    <w:name w:val="_Zkratky_1"/>
    <w:basedOn w:val="Normln"/>
    <w:qFormat/>
    <w:rsid w:val="00757290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757290"/>
    <w:pPr>
      <w:numPr>
        <w:numId w:val="11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85204"/>
  </w:style>
  <w:style w:type="paragraph" w:customStyle="1" w:styleId="Zkratky2">
    <w:name w:val="_Zkratky_2"/>
    <w:basedOn w:val="Normln"/>
    <w:qFormat/>
    <w:rsid w:val="00757290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757290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757290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757290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757290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757290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757290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757290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757290"/>
    <w:pPr>
      <w:numPr>
        <w:numId w:val="14"/>
      </w:numPr>
    </w:pPr>
  </w:style>
  <w:style w:type="character" w:customStyle="1" w:styleId="ZTPinfo-text-odrChar">
    <w:name w:val="_ZTP_info-text-odr Char"/>
    <w:basedOn w:val="ZTPinfo-textChar"/>
    <w:link w:val="ZTPinfo-text-odr"/>
    <w:rsid w:val="00757290"/>
    <w:rPr>
      <w:rFonts w:ascii="Verdana" w:hAnsi="Verdana"/>
      <w:i/>
      <w:color w:val="00A1E0"/>
    </w:rPr>
  </w:style>
  <w:style w:type="paragraph" w:customStyle="1" w:styleId="Tabulka">
    <w:name w:val="_Tabulka"/>
    <w:basedOn w:val="Textbezodsazen"/>
    <w:qFormat/>
    <w:rsid w:val="008B2B40"/>
    <w:pPr>
      <w:spacing w:before="40" w:after="40" w:line="240" w:lineRule="auto"/>
      <w:jc w:val="left"/>
    </w:pPr>
  </w:style>
  <w:style w:type="paragraph" w:customStyle="1" w:styleId="Odrka1-4">
    <w:name w:val="_Odrážka_1-4_•"/>
    <w:basedOn w:val="Odrka1-1"/>
    <w:qFormat/>
    <w:rsid w:val="00757290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757290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757290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757290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1D0"/>
    <w:rPr>
      <w:color w:val="808080"/>
    </w:rPr>
  </w:style>
  <w:style w:type="character" w:customStyle="1" w:styleId="Znaka">
    <w:name w:val="_Značka"/>
    <w:basedOn w:val="Standardnpsmoodstavce"/>
    <w:rsid w:val="00757290"/>
    <w:rPr>
      <w:rFonts w:ascii="Verdana" w:hAnsi="Verdana"/>
      <w:b/>
      <w:sz w:val="36"/>
    </w:rPr>
  </w:style>
  <w:style w:type="paragraph" w:customStyle="1" w:styleId="Zpatvpravo">
    <w:name w:val="_Zápatí_vpravo"/>
    <w:qFormat/>
    <w:rsid w:val="00757290"/>
    <w:pPr>
      <w:spacing w:after="0" w:line="240" w:lineRule="auto"/>
      <w:jc w:val="right"/>
    </w:pPr>
    <w:rPr>
      <w:rFonts w:ascii="Verdana" w:hAnsi="Verdana"/>
      <w:sz w:val="12"/>
    </w:rPr>
  </w:style>
  <w:style w:type="character" w:customStyle="1" w:styleId="Nzevakce">
    <w:name w:val="_Název_akce"/>
    <w:basedOn w:val="Standardnpsmoodstavce"/>
    <w:qFormat/>
    <w:rsid w:val="00757290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757290"/>
    <w:rPr>
      <w:rFonts w:ascii="Verdana" w:hAnsi="Verdana"/>
    </w:rPr>
  </w:style>
  <w:style w:type="paragraph" w:customStyle="1" w:styleId="ZTPinfo-text-odr0">
    <w:name w:val="_ZTP_info-text-odr_•"/>
    <w:basedOn w:val="ZTPinfo-text-odr"/>
    <w:link w:val="ZTPinfo-text-odrChar0"/>
    <w:qFormat/>
    <w:rsid w:val="00757290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757290"/>
    <w:rPr>
      <w:rFonts w:ascii="Verdana" w:hAnsi="Verdana"/>
      <w:i/>
      <w:color w:val="00A1E0"/>
    </w:rPr>
  </w:style>
  <w:style w:type="paragraph" w:customStyle="1" w:styleId="Tabulka-9">
    <w:name w:val="_Tabulka-9"/>
    <w:basedOn w:val="Textbezodsazen"/>
    <w:qFormat/>
    <w:rsid w:val="00757290"/>
    <w:pPr>
      <w:spacing w:before="40" w:after="40" w:line="240" w:lineRule="auto"/>
      <w:jc w:val="left"/>
    </w:pPr>
  </w:style>
  <w:style w:type="paragraph" w:customStyle="1" w:styleId="Tabulka-8">
    <w:name w:val="_Tabulka-8"/>
    <w:basedOn w:val="Tabulka-9"/>
    <w:qFormat/>
    <w:rsid w:val="00757290"/>
    <w:rPr>
      <w:sz w:val="16"/>
    </w:rPr>
  </w:style>
  <w:style w:type="paragraph" w:customStyle="1" w:styleId="TPNadpis-2slovan">
    <w:name w:val="TP_Nadpis-2_číslovaný"/>
    <w:next w:val="TPText-1slovan"/>
    <w:link w:val="TPNadpis-2slovanChar"/>
    <w:qFormat/>
    <w:rsid w:val="00ED5E40"/>
    <w:pPr>
      <w:keepNext/>
      <w:numPr>
        <w:ilvl w:val="1"/>
        <w:numId w:val="15"/>
      </w:numPr>
      <w:tabs>
        <w:tab w:val="left" w:pos="1021"/>
      </w:tabs>
      <w:spacing w:before="120" w:after="0" w:line="240" w:lineRule="auto"/>
      <w:jc w:val="both"/>
      <w:outlineLvl w:val="1"/>
    </w:pPr>
    <w:rPr>
      <w:rFonts w:ascii="Calibri" w:eastAsia="Calibri" w:hAnsi="Calibri" w:cs="Arial"/>
      <w:b/>
      <w:sz w:val="22"/>
      <w:szCs w:val="22"/>
    </w:rPr>
  </w:style>
  <w:style w:type="paragraph" w:customStyle="1" w:styleId="TPText-1slovan">
    <w:name w:val="TP_Text-1_ číslovaný"/>
    <w:link w:val="TPText-1slovanChar"/>
    <w:qFormat/>
    <w:rsid w:val="00ED5E40"/>
    <w:pPr>
      <w:numPr>
        <w:ilvl w:val="2"/>
        <w:numId w:val="15"/>
      </w:numPr>
      <w:spacing w:before="80" w:after="0" w:line="240" w:lineRule="auto"/>
      <w:jc w:val="both"/>
    </w:pPr>
    <w:rPr>
      <w:rFonts w:ascii="Calibri" w:eastAsia="Calibri" w:hAnsi="Calibri" w:cs="Arial"/>
      <w:sz w:val="20"/>
      <w:szCs w:val="22"/>
    </w:rPr>
  </w:style>
  <w:style w:type="character" w:customStyle="1" w:styleId="TPText-1slovanChar">
    <w:name w:val="TP_Text-1_ číslovaný Char"/>
    <w:link w:val="TPText-1slovan"/>
    <w:rsid w:val="00ED5E40"/>
    <w:rPr>
      <w:rFonts w:ascii="Calibri" w:eastAsia="Calibri" w:hAnsi="Calibri" w:cs="Arial"/>
      <w:sz w:val="20"/>
      <w:szCs w:val="22"/>
    </w:rPr>
  </w:style>
  <w:style w:type="character" w:customStyle="1" w:styleId="TPNadpis-2slovanChar">
    <w:name w:val="TP_Nadpis-2_číslovaný Char"/>
    <w:link w:val="TPNadpis-2slovan"/>
    <w:rsid w:val="00ED5E40"/>
    <w:rPr>
      <w:rFonts w:ascii="Calibri" w:eastAsia="Calibri" w:hAnsi="Calibri" w:cs="Arial"/>
      <w:b/>
      <w:sz w:val="22"/>
      <w:szCs w:val="22"/>
    </w:rPr>
  </w:style>
  <w:style w:type="paragraph" w:customStyle="1" w:styleId="TPNADPIS-1slovan">
    <w:name w:val="TP_NADPIS-1_číslovaný"/>
    <w:next w:val="TPNadpis-2slovan"/>
    <w:link w:val="TPNADPIS-1slovanChar"/>
    <w:qFormat/>
    <w:rsid w:val="00ED5E40"/>
    <w:pPr>
      <w:keepNext/>
      <w:numPr>
        <w:numId w:val="15"/>
      </w:numPr>
      <w:spacing w:before="240" w:after="0" w:line="240" w:lineRule="auto"/>
      <w:jc w:val="both"/>
      <w:outlineLvl w:val="0"/>
    </w:pPr>
    <w:rPr>
      <w:rFonts w:ascii="Calibri" w:eastAsia="Calibri" w:hAnsi="Calibri" w:cs="Arial"/>
      <w:b/>
      <w:caps/>
      <w:sz w:val="24"/>
      <w:szCs w:val="24"/>
    </w:rPr>
  </w:style>
  <w:style w:type="character" w:customStyle="1" w:styleId="TPNADPIS-1slovanChar">
    <w:name w:val="TP_NADPIS-1_číslovaný Char"/>
    <w:link w:val="TPNADPIS-1slovan"/>
    <w:rsid w:val="00ED5E40"/>
    <w:rPr>
      <w:rFonts w:ascii="Calibri" w:eastAsia="Calibri" w:hAnsi="Calibri" w:cs="Arial"/>
      <w:b/>
      <w:caps/>
      <w:sz w:val="24"/>
      <w:szCs w:val="24"/>
    </w:rPr>
  </w:style>
  <w:style w:type="paragraph" w:customStyle="1" w:styleId="TPText-2slovan">
    <w:name w:val="TP_Text-2_ číslovaný"/>
    <w:qFormat/>
    <w:rsid w:val="00ED5E40"/>
    <w:pPr>
      <w:numPr>
        <w:ilvl w:val="3"/>
        <w:numId w:val="15"/>
      </w:numPr>
      <w:spacing w:before="80" w:after="0" w:line="240" w:lineRule="auto"/>
      <w:jc w:val="both"/>
    </w:pPr>
    <w:rPr>
      <w:rFonts w:ascii="Calibri" w:eastAsia="Calibri" w:hAnsi="Calibri" w:cs="Arial"/>
      <w:sz w:val="20"/>
      <w:szCs w:val="22"/>
    </w:rPr>
  </w:style>
  <w:style w:type="paragraph" w:customStyle="1" w:styleId="TPText-1neslovan">
    <w:name w:val="TP_Text-1_nečíslovaný"/>
    <w:basedOn w:val="TPText-1slovan"/>
    <w:link w:val="TPText-1neslovanChar"/>
    <w:qFormat/>
    <w:rsid w:val="00ED5E40"/>
    <w:pPr>
      <w:numPr>
        <w:ilvl w:val="0"/>
        <w:numId w:val="0"/>
      </w:numPr>
      <w:ind w:left="1021"/>
    </w:pPr>
  </w:style>
  <w:style w:type="character" w:customStyle="1" w:styleId="TPText-1neslovanChar">
    <w:name w:val="TP_Text-1_nečíslovaný Char"/>
    <w:basedOn w:val="TPText-1slovanChar"/>
    <w:link w:val="TPText-1neslovan"/>
    <w:rsid w:val="00ED5E40"/>
    <w:rPr>
      <w:rFonts w:ascii="Calibri" w:eastAsia="Calibri" w:hAnsi="Calibri" w:cs="Arial"/>
      <w:sz w:val="20"/>
      <w:szCs w:val="22"/>
    </w:rPr>
  </w:style>
  <w:style w:type="paragraph" w:customStyle="1" w:styleId="TPText-1odrka">
    <w:name w:val="TP_Text-1_• odrážka"/>
    <w:basedOn w:val="TPText-1slovan"/>
    <w:link w:val="TPText-1odrkaChar"/>
    <w:qFormat/>
    <w:rsid w:val="00ED5E40"/>
    <w:pPr>
      <w:numPr>
        <w:ilvl w:val="0"/>
        <w:numId w:val="16"/>
      </w:numPr>
      <w:spacing w:before="40"/>
    </w:pPr>
  </w:style>
  <w:style w:type="character" w:customStyle="1" w:styleId="TPText-1odrkaChar">
    <w:name w:val="TP_Text-1_• odrážka Char"/>
    <w:link w:val="TPText-1odrka"/>
    <w:rsid w:val="00ED5E40"/>
    <w:rPr>
      <w:rFonts w:ascii="Calibri" w:eastAsia="Calibri" w:hAnsi="Calibri" w:cs="Arial"/>
      <w:sz w:val="20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Spr&#225;va%20&#382;eleznic\nov&#283;%20vznikl&#233;\&#382;&#225;dost%20na%20realizaci\ZTP_80,155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9F168D99D70348F3B30834E7B51E80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31FACA6-A643-4843-B8C9-409BFCF1E298}"/>
      </w:docPartPr>
      <w:docPartBody>
        <w:p w:rsidR="002469B4" w:rsidRDefault="00453632">
          <w:pPr>
            <w:pStyle w:val="9F168D99D70348F3B30834E7B51E803A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3632"/>
    <w:rsid w:val="000930DB"/>
    <w:rsid w:val="002469B4"/>
    <w:rsid w:val="002D332E"/>
    <w:rsid w:val="00422C56"/>
    <w:rsid w:val="00453632"/>
    <w:rsid w:val="00673316"/>
    <w:rsid w:val="009873E0"/>
    <w:rsid w:val="009A6174"/>
    <w:rsid w:val="00B06328"/>
    <w:rsid w:val="00DE4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9F168D99D70348F3B30834E7B51E803A">
    <w:name w:val="9F168D99D70348F3B30834E7B51E803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EAF1A43-7AE4-4ED6-84C7-961EB3CF4A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ZTP_80,155.dotx</Template>
  <TotalTime>1</TotalTime>
  <Pages>2</Pages>
  <Words>148</Words>
  <Characters>880</Characters>
  <Application>Microsoft Office Word</Application>
  <DocSecurity>0</DocSecurity>
  <Lines>7</Lines>
  <Paragraphs>2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R_200306-B</vt:lpstr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1026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R_200306-B</dc:title>
  <dc:creator>Admin</dc:creator>
  <cp:lastModifiedBy>Majerová Renáta</cp:lastModifiedBy>
  <cp:revision>3</cp:revision>
  <cp:lastPrinted>2020-04-16T05:56:00Z</cp:lastPrinted>
  <dcterms:created xsi:type="dcterms:W3CDTF">2020-09-16T05:28:00Z</dcterms:created>
  <dcterms:modified xsi:type="dcterms:W3CDTF">2020-09-17T07:39:00Z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